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59FDB" w14:textId="69C956E8" w:rsidR="007016D8" w:rsidRDefault="00FE5319" w:rsidP="007016D8">
      <w:pPr>
        <w:pStyle w:val="PIZwischenberschrift"/>
        <w:rPr>
          <w:b w:val="0"/>
          <w:bCs w:val="0"/>
          <w:i/>
          <w:iCs/>
          <w:u w:val="single"/>
          <w:lang w:val="de-DE"/>
        </w:rPr>
      </w:pPr>
      <w:r>
        <w:rPr>
          <w:noProof/>
          <w:sz w:val="20"/>
          <w:lang w:val="de-DE"/>
        </w:rPr>
        <mc:AlternateContent>
          <mc:Choice Requires="wps">
            <w:drawing>
              <wp:anchor distT="0" distB="0" distL="114300" distR="114300" simplePos="0" relativeHeight="251658240" behindDoc="0" locked="0" layoutInCell="1" allowOverlap="1" wp14:anchorId="46C886F8" wp14:editId="15EEBF0C">
                <wp:simplePos x="0" y="0"/>
                <wp:positionH relativeFrom="column">
                  <wp:posOffset>-85090</wp:posOffset>
                </wp:positionH>
                <wp:positionV relativeFrom="paragraph">
                  <wp:posOffset>-969645</wp:posOffset>
                </wp:positionV>
                <wp:extent cx="3543300" cy="594995"/>
                <wp:effectExtent l="635" t="1905" r="0" b="317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9B91530" w14:textId="77777777" w:rsidR="00A96E1C" w:rsidRDefault="00A96E1C" w:rsidP="00A96E1C">
                            <w:pPr>
                              <w:pStyle w:val="PIAnkndigung"/>
                            </w:pPr>
                            <w:r w:rsidRPr="00E46CB0">
                              <w:t>Rittal</w:t>
                            </w:r>
                            <w:r>
                              <w:t xml:space="preserve"> auf der SMART Automation</w:t>
                            </w:r>
                            <w:r w:rsidRPr="00E46CB0">
                              <w:t xml:space="preserve"> </w:t>
                            </w:r>
                            <w:r>
                              <w:t>Austria</w:t>
                            </w:r>
                          </w:p>
                          <w:p w14:paraId="3C6E9D4B" w14:textId="77777777" w:rsidR="00A96E1C" w:rsidRDefault="00A96E1C" w:rsidP="00A96E1C">
                            <w:pPr>
                              <w:pStyle w:val="PIAnkndigung"/>
                            </w:pPr>
                            <w:r>
                              <w:t>23. bis 25. Mai 2023</w:t>
                            </w:r>
                          </w:p>
                          <w:p w14:paraId="7A950B54" w14:textId="77777777" w:rsidR="00A96E1C" w:rsidRDefault="00A96E1C" w:rsidP="00A96E1C">
                            <w:pPr>
                              <w:pStyle w:val="PIAnkndigung"/>
                            </w:pPr>
                            <w:r>
                              <w:t>Halle DC, Stand 434</w:t>
                            </w:r>
                          </w:p>
                          <w:p w14:paraId="18D78849" w14:textId="77777777" w:rsidR="00C80AB6" w:rsidRDefault="00C80AB6">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886F8" id="_x0000_t202" coordsize="21600,21600" o:spt="202" path="m,l,21600r21600,l21600,xe">
                <v:stroke joinstyle="miter"/>
                <v:path gradientshapeok="t" o:connecttype="rect"/>
              </v:shapetype>
              <v:shape id="Text Box 11" o:spid="_x0000_s1026" type="#_x0000_t202" style="position:absolute;margin-left:-6.7pt;margin-top:-76.35pt;width:279pt;height:4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" stroked="f">
                <v:textbox>
                  <w:txbxContent>
                    <w:p w14:paraId="29B91530" w14:textId="77777777" w:rsidR="00A96E1C" w:rsidRDefault="00A96E1C" w:rsidP="00A96E1C">
                      <w:pPr>
                        <w:pStyle w:val="PIAnkndigung"/>
                      </w:pPr>
                      <w:r w:rsidRPr="00E46CB0">
                        <w:t>Rittal</w:t>
                      </w:r>
                      <w:r>
                        <w:t xml:space="preserve"> auf der SMART Automation</w:t>
                      </w:r>
                      <w:r w:rsidRPr="00E46CB0">
                        <w:t xml:space="preserve"> </w:t>
                      </w:r>
                      <w:r>
                        <w:t>Austria</w:t>
                      </w:r>
                    </w:p>
                    <w:p w14:paraId="3C6E9D4B" w14:textId="77777777" w:rsidR="00A96E1C" w:rsidRDefault="00A96E1C" w:rsidP="00A96E1C">
                      <w:pPr>
                        <w:pStyle w:val="PIAnkndigung"/>
                      </w:pPr>
                      <w:r>
                        <w:t>23. bis 25. Mai 2023</w:t>
                      </w:r>
                    </w:p>
                    <w:p w14:paraId="7A950B54" w14:textId="77777777" w:rsidR="00A96E1C" w:rsidRDefault="00A96E1C" w:rsidP="00A96E1C">
                      <w:pPr>
                        <w:pStyle w:val="PIAnkndigung"/>
                      </w:pPr>
                      <w:r>
                        <w:t>Halle DC, Stand 434</w:t>
                      </w:r>
                    </w:p>
                    <w:p w14:paraId="18D78849" w14:textId="77777777" w:rsidR="00C80AB6" w:rsidRDefault="00C80AB6">
                      <w:pPr>
                        <w:pStyle w:val="PIAnkndigung"/>
                      </w:pPr>
                    </w:p>
                  </w:txbxContent>
                </v:textbox>
              </v:shape>
            </w:pict>
          </mc:Fallback>
        </mc:AlternateContent>
      </w:r>
      <w:r>
        <w:rPr>
          <w:noProof/>
          <w:lang w:val="de-DE"/>
        </w:rPr>
        <mc:AlternateContent>
          <mc:Choice Requires="wps">
            <w:drawing>
              <wp:anchor distT="0" distB="0" distL="114300" distR="114300" simplePos="0" relativeHeight="251657216" behindDoc="0" locked="0" layoutInCell="1" allowOverlap="1" wp14:anchorId="0323F8DE" wp14:editId="178D98C9">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17DBEF80" w14:textId="77777777" w:rsidR="009624D7" w:rsidRDefault="009624D7" w:rsidP="009624D7">
                                  <w:pPr>
                                    <w:pStyle w:val="PIKontakt"/>
                                    <w:rPr>
                                      <w:b/>
                                    </w:rPr>
                                  </w:pPr>
                                  <w:r>
                                    <w:rPr>
                                      <w:b/>
                                    </w:rPr>
                                    <w:t>Unternehmenskommunikation</w:t>
                                  </w:r>
                                </w:p>
                                <w:p w14:paraId="6B7FBAAB" w14:textId="77777777" w:rsidR="009624D7" w:rsidRPr="00781EBB" w:rsidRDefault="009624D7" w:rsidP="009624D7">
                                  <w:pPr>
                                    <w:pStyle w:val="PIKontakt"/>
                                  </w:pPr>
                                  <w:r w:rsidRPr="00781EBB">
                                    <w:t>Mag. Andreas Hrzina</w:t>
                                  </w:r>
                                  <w:r w:rsidRPr="00781EBB">
                                    <w:br/>
                                    <w:t>Tel.: 0599 40-4100</w:t>
                                  </w:r>
                                  <w:r w:rsidRPr="00781EBB">
                                    <w:br/>
                                    <w:t xml:space="preserve">E-Mail: </w:t>
                                  </w:r>
                                  <w:hyperlink r:id="rId6" w:history="1">
                                    <w:r w:rsidRPr="00781EBB">
                                      <w:rPr>
                                        <w:rStyle w:val="Hyperlink"/>
                                      </w:rPr>
                                      <w:t>hrzina.a@rittal.at</w:t>
                                    </w:r>
                                  </w:hyperlink>
                                </w:p>
                                <w:p w14:paraId="1E2922AA" w14:textId="77777777" w:rsidR="009624D7" w:rsidRPr="00781EBB" w:rsidRDefault="009624D7" w:rsidP="009624D7">
                                  <w:pPr>
                                    <w:pStyle w:val="PIKontakt"/>
                                    <w:tabs>
                                      <w:tab w:val="left" w:pos="2880"/>
                                    </w:tabs>
                                    <w:rPr>
                                      <w:lang w:val="en-US"/>
                                    </w:rPr>
                                  </w:pPr>
                                </w:p>
                                <w:p w14:paraId="2B23A701" w14:textId="77777777" w:rsidR="009624D7" w:rsidRPr="00781EBB" w:rsidRDefault="009624D7" w:rsidP="009624D7">
                                  <w:pPr>
                                    <w:pStyle w:val="PIKontakt"/>
                                    <w:tabs>
                                      <w:tab w:val="left" w:pos="2880"/>
                                    </w:tabs>
                                  </w:pPr>
                                  <w:r w:rsidRPr="00781EBB">
                                    <w:rPr>
                                      <w:lang w:val="en-US"/>
                                    </w:rPr>
                                    <w:t>Rittal GmbH</w:t>
                                  </w:r>
                                  <w:r w:rsidRPr="00781EBB">
                                    <w:br/>
                                    <w:t>Laxenburger Str. 246a</w:t>
                                  </w:r>
                                  <w:r w:rsidRPr="00781EBB">
                                    <w:br/>
                                    <w:t>1230 Wien</w:t>
                                  </w:r>
                                  <w:r w:rsidRPr="00781EBB">
                                    <w:br/>
                                  </w:r>
                                </w:p>
                                <w:p w14:paraId="11CAA3A3" w14:textId="77777777" w:rsidR="009624D7" w:rsidRPr="00781EBB" w:rsidRDefault="009624D7" w:rsidP="009624D7">
                                  <w:pPr>
                                    <w:pStyle w:val="PIKontakt"/>
                                    <w:tabs>
                                      <w:tab w:val="left" w:pos="2880"/>
                                    </w:tabs>
                                  </w:pPr>
                                  <w:r w:rsidRPr="00781EBB">
                                    <w:t>www.rittal.at</w:t>
                                  </w:r>
                                </w:p>
                                <w:p w14:paraId="2424FFE0" w14:textId="1AFA88D4" w:rsidR="00C80AB6" w:rsidRDefault="00C80AB6" w:rsidP="00FE5319">
                                  <w:pPr>
                                    <w:pStyle w:val="PIKontakt"/>
                                  </w:pP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F8DE" id="_x0000_t202" coordsize="21600,21600" o:spt="202" path="m,l,21600r21600,l21600,xe">
                <v:stroke joinstyle="miter"/>
                <v:path gradientshapeok="t" o:connecttype="rect"/>
              </v:shapetype>
              <v:shap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17DBEF80" w14:textId="77777777" w:rsidR="009624D7" w:rsidRDefault="009624D7" w:rsidP="009624D7">
                            <w:pPr>
                              <w:pStyle w:val="PIKontakt"/>
                              <w:rPr>
                                <w:b/>
                              </w:rPr>
                            </w:pPr>
                            <w:r>
                              <w:rPr>
                                <w:b/>
                              </w:rPr>
                              <w:t>Unternehmenskommunikation</w:t>
                            </w:r>
                          </w:p>
                          <w:p w14:paraId="6B7FBAAB" w14:textId="77777777" w:rsidR="009624D7" w:rsidRPr="00781EBB" w:rsidRDefault="009624D7" w:rsidP="009624D7">
                            <w:pPr>
                              <w:pStyle w:val="PIKontakt"/>
                            </w:pPr>
                            <w:r w:rsidRPr="00781EBB">
                              <w:t>Mag. Andreas Hrzina</w:t>
                            </w:r>
                            <w:r w:rsidRPr="00781EBB">
                              <w:br/>
                              <w:t>Tel.: 0599 40-4100</w:t>
                            </w:r>
                            <w:r w:rsidRPr="00781EBB">
                              <w:br/>
                              <w:t xml:space="preserve">E-Mail: </w:t>
                            </w:r>
                            <w:hyperlink r:id="rId7" w:history="1">
                              <w:r w:rsidRPr="00781EBB">
                                <w:rPr>
                                  <w:rStyle w:val="Hyperlink"/>
                                </w:rPr>
                                <w:t>hrzina.a@rittal.at</w:t>
                              </w:r>
                            </w:hyperlink>
                          </w:p>
                          <w:p w14:paraId="1E2922AA" w14:textId="77777777" w:rsidR="009624D7" w:rsidRPr="00781EBB" w:rsidRDefault="009624D7" w:rsidP="009624D7">
                            <w:pPr>
                              <w:pStyle w:val="PIKontakt"/>
                              <w:tabs>
                                <w:tab w:val="left" w:pos="2880"/>
                              </w:tabs>
                              <w:rPr>
                                <w:lang w:val="en-US"/>
                              </w:rPr>
                            </w:pPr>
                          </w:p>
                          <w:p w14:paraId="2B23A701" w14:textId="77777777" w:rsidR="009624D7" w:rsidRPr="00781EBB" w:rsidRDefault="009624D7" w:rsidP="009624D7">
                            <w:pPr>
                              <w:pStyle w:val="PIKontakt"/>
                              <w:tabs>
                                <w:tab w:val="left" w:pos="2880"/>
                              </w:tabs>
                            </w:pPr>
                            <w:r w:rsidRPr="00781EBB">
                              <w:rPr>
                                <w:lang w:val="en-US"/>
                              </w:rPr>
                              <w:t>Rittal GmbH</w:t>
                            </w:r>
                            <w:r w:rsidRPr="00781EBB">
                              <w:br/>
                              <w:t>Laxenburger Str. 246a</w:t>
                            </w:r>
                            <w:r w:rsidRPr="00781EBB">
                              <w:br/>
                              <w:t>1230 Wien</w:t>
                            </w:r>
                            <w:r w:rsidRPr="00781EBB">
                              <w:br/>
                            </w:r>
                          </w:p>
                          <w:p w14:paraId="11CAA3A3" w14:textId="77777777" w:rsidR="009624D7" w:rsidRPr="00781EBB" w:rsidRDefault="009624D7" w:rsidP="009624D7">
                            <w:pPr>
                              <w:pStyle w:val="PIKontakt"/>
                              <w:tabs>
                                <w:tab w:val="left" w:pos="2880"/>
                              </w:tabs>
                            </w:pPr>
                            <w:r w:rsidRPr="00781EBB">
                              <w:t>www.rittal.at</w:t>
                            </w:r>
                          </w:p>
                          <w:p w14:paraId="2424FFE0" w14:textId="1AFA88D4" w:rsidR="00C80AB6" w:rsidRDefault="00C80AB6" w:rsidP="00FE5319">
                            <w:pPr>
                              <w:pStyle w:val="PIKontakt"/>
                            </w:pP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v:textbox>
              </v:shape>
            </w:pict>
          </mc:Fallback>
        </mc:AlternateContent>
      </w:r>
      <w:r w:rsidR="00272E14">
        <w:rPr>
          <w:b w:val="0"/>
          <w:bCs w:val="0"/>
          <w:i/>
          <w:iCs/>
          <w:u w:val="single"/>
          <w:lang w:val="de-DE"/>
        </w:rPr>
        <w:t>German Edge Cloud zeigt „Virtual Factory“</w:t>
      </w:r>
    </w:p>
    <w:p w14:paraId="5347FB24" w14:textId="77777777" w:rsidR="00272E14" w:rsidRDefault="00272E14" w:rsidP="00272E14">
      <w:pPr>
        <w:autoSpaceDE w:val="0"/>
        <w:autoSpaceDN w:val="0"/>
        <w:adjustRightInd w:val="0"/>
        <w:ind w:right="3258"/>
        <w:rPr>
          <w:rFonts w:ascii="Arial" w:hAnsi="Arial" w:cs="Arial"/>
          <w:b/>
          <w:sz w:val="28"/>
          <w:szCs w:val="28"/>
        </w:rPr>
      </w:pPr>
      <w:r>
        <w:rPr>
          <w:rFonts w:ascii="Arial" w:hAnsi="Arial" w:cs="Arial"/>
          <w:b/>
          <w:sz w:val="28"/>
          <w:szCs w:val="28"/>
        </w:rPr>
        <w:t>Die</w:t>
      </w:r>
      <w:r w:rsidRPr="009C5AF3">
        <w:rPr>
          <w:rFonts w:ascii="Arial" w:hAnsi="Arial" w:cs="Arial"/>
          <w:b/>
          <w:sz w:val="28"/>
          <w:szCs w:val="28"/>
        </w:rPr>
        <w:t xml:space="preserve"> reale Fabrik in der virtuellen Welt </w:t>
      </w:r>
      <w:r>
        <w:rPr>
          <w:rFonts w:ascii="Arial" w:hAnsi="Arial" w:cs="Arial"/>
          <w:b/>
          <w:sz w:val="28"/>
          <w:szCs w:val="28"/>
        </w:rPr>
        <w:br/>
      </w:r>
      <w:r w:rsidRPr="009C5AF3">
        <w:rPr>
          <w:rFonts w:ascii="Arial" w:hAnsi="Arial" w:cs="Arial"/>
          <w:b/>
          <w:sz w:val="28"/>
          <w:szCs w:val="28"/>
        </w:rPr>
        <w:t xml:space="preserve">abbilden </w:t>
      </w:r>
    </w:p>
    <w:p w14:paraId="6F3E2B10" w14:textId="77777777" w:rsidR="00272E14" w:rsidRDefault="00272E14">
      <w:pPr>
        <w:pStyle w:val="PIVorspann"/>
      </w:pPr>
    </w:p>
    <w:p w14:paraId="042EAC87" w14:textId="4713F244" w:rsidR="00FE72E8" w:rsidRPr="00767E26" w:rsidRDefault="00272E14">
      <w:pPr>
        <w:pStyle w:val="PIVorspann"/>
      </w:pPr>
      <w:r>
        <w:rPr>
          <w:szCs w:val="22"/>
        </w:rPr>
        <w:t>Mit der 3-D-Visualisierung einer Fabrik lassen sich Produktionen ganzheitlich planen, evaluieren und optimieren. Stichwort „Virtual Factory“. Möglich macht dies jetzt ein neuer Service</w:t>
      </w:r>
      <w:r w:rsidRPr="009C5AF3">
        <w:rPr>
          <w:szCs w:val="22"/>
        </w:rPr>
        <w:t xml:space="preserve"> d</w:t>
      </w:r>
      <w:r>
        <w:rPr>
          <w:szCs w:val="22"/>
        </w:rPr>
        <w:t>er</w:t>
      </w:r>
      <w:r w:rsidRPr="009C5AF3">
        <w:rPr>
          <w:szCs w:val="22"/>
        </w:rPr>
        <w:t xml:space="preserve"> ONCITE Industrial Suite </w:t>
      </w:r>
      <w:r>
        <w:rPr>
          <w:szCs w:val="22"/>
        </w:rPr>
        <w:t>von German Edge Cloud.</w:t>
      </w:r>
      <w:r w:rsidRPr="00325057">
        <w:rPr>
          <w:szCs w:val="22"/>
        </w:rPr>
        <w:t xml:space="preserve"> </w:t>
      </w:r>
      <w:r>
        <w:rPr>
          <w:szCs w:val="22"/>
        </w:rPr>
        <w:t xml:space="preserve">Dieser </w:t>
      </w:r>
      <w:r w:rsidRPr="00325057">
        <w:rPr>
          <w:szCs w:val="22"/>
        </w:rPr>
        <w:t>d</w:t>
      </w:r>
      <w:r>
        <w:rPr>
          <w:szCs w:val="22"/>
        </w:rPr>
        <w:t>ient dazu, einen Überblick zu schaffen sowie Daten aus der Produktion zu gewinnen und zu analysieren. So lassen sich Optimierungspotenziale aufdecken, Fehler erforschen und faktenbasierte Entscheidungen treffen.</w:t>
      </w:r>
    </w:p>
    <w:p w14:paraId="6EC56D1D" w14:textId="77777777" w:rsidR="00272E14" w:rsidRDefault="00272E14" w:rsidP="00CB3389">
      <w:pPr>
        <w:pStyle w:val="PIFlietext"/>
        <w:rPr>
          <w:bCs/>
          <w:szCs w:val="22"/>
        </w:rPr>
      </w:pPr>
      <w:bookmarkStart w:id="0" w:name="_Hlk112402315"/>
      <w:r>
        <w:rPr>
          <w:bCs/>
          <w:szCs w:val="22"/>
        </w:rPr>
        <w:t>Wo gibt es Bremsklötze in der Produktion? Welche Anpassungen in der realen Fabrik bringen Vorteile? Diese und weitere Erkenntnisse lassen sich aus dem neuen Service „Virtual Factory“ der ONCITE Industrial Suite ziehen, der die Cloud-nativen Anwendun</w:t>
      </w:r>
      <w:r w:rsidRPr="00454169">
        <w:rPr>
          <w:bCs/>
          <w:szCs w:val="22"/>
        </w:rPr>
        <w:t>gen der Software erweitert. Der neue Service dient der Akquise und Darstellung von Daten aus der Fabrik.</w:t>
      </w:r>
    </w:p>
    <w:bookmarkEnd w:id="0"/>
    <w:p w14:paraId="6AD5F4FB" w14:textId="77777777" w:rsidR="00272E14" w:rsidRPr="005842C6" w:rsidRDefault="00272E14" w:rsidP="00272E14">
      <w:pPr>
        <w:autoSpaceDE w:val="0"/>
        <w:autoSpaceDN w:val="0"/>
        <w:adjustRightInd w:val="0"/>
        <w:spacing w:after="240" w:line="312" w:lineRule="auto"/>
        <w:ind w:right="3400"/>
        <w:rPr>
          <w:rFonts w:ascii="Arial" w:hAnsi="Arial" w:cs="Arial"/>
          <w:bCs/>
          <w:sz w:val="22"/>
          <w:szCs w:val="22"/>
        </w:rPr>
      </w:pPr>
      <w:r w:rsidRPr="00372BA9">
        <w:rPr>
          <w:rFonts w:ascii="Arial" w:hAnsi="Arial" w:cs="Arial"/>
          <w:sz w:val="22"/>
          <w:szCs w:val="22"/>
        </w:rPr>
        <w:t>Die Daten werden vom Sensorwert bis zur ERP-Buchung nahezu in Echtzeit erfasst und gesammelt.</w:t>
      </w:r>
      <w:r>
        <w:rPr>
          <w:rFonts w:ascii="Arial" w:hAnsi="Arial" w:cs="Arial"/>
          <w:sz w:val="22"/>
          <w:szCs w:val="22"/>
        </w:rPr>
        <w:t xml:space="preserve"> </w:t>
      </w:r>
      <w:r>
        <w:rPr>
          <w:rFonts w:ascii="Arial" w:hAnsi="Arial" w:cs="Arial"/>
          <w:bCs/>
          <w:sz w:val="22"/>
          <w:szCs w:val="22"/>
        </w:rPr>
        <w:t xml:space="preserve">Dies kann sowohl </w:t>
      </w:r>
      <w:r w:rsidRPr="005B3430">
        <w:rPr>
          <w:rFonts w:ascii="Arial" w:hAnsi="Arial" w:cs="Arial"/>
          <w:bCs/>
          <w:sz w:val="22"/>
          <w:szCs w:val="22"/>
        </w:rPr>
        <w:t xml:space="preserve">wertvolle Einblicke in </w:t>
      </w:r>
      <w:r>
        <w:rPr>
          <w:rFonts w:ascii="Arial" w:hAnsi="Arial" w:cs="Arial"/>
          <w:bCs/>
          <w:sz w:val="22"/>
          <w:szCs w:val="22"/>
        </w:rPr>
        <w:t xml:space="preserve">Echtzeit bringen als auch zur historischen Darstellung genutzt werden, um zum Beispiel Störfaktoren zu erkennen, welche die Produktionsprozesse verlangsamen. Die Daten können dazu in individuellen Mini-Dashboards direkt an dem jeweiligen Objekt oder in detaillierten Dashboards im BI (Business </w:t>
      </w:r>
      <w:proofErr w:type="spellStart"/>
      <w:proofErr w:type="gramStart"/>
      <w:r>
        <w:rPr>
          <w:rFonts w:ascii="Arial" w:hAnsi="Arial" w:cs="Arial"/>
          <w:bCs/>
          <w:sz w:val="22"/>
          <w:szCs w:val="22"/>
        </w:rPr>
        <w:t>Intelligence</w:t>
      </w:r>
      <w:proofErr w:type="spellEnd"/>
      <w:r>
        <w:rPr>
          <w:rFonts w:ascii="Arial" w:hAnsi="Arial" w:cs="Arial"/>
          <w:bCs/>
          <w:sz w:val="22"/>
          <w:szCs w:val="22"/>
        </w:rPr>
        <w:t>)-</w:t>
      </w:r>
      <w:proofErr w:type="gramEnd"/>
      <w:r>
        <w:rPr>
          <w:rFonts w:ascii="Arial" w:hAnsi="Arial" w:cs="Arial"/>
          <w:bCs/>
          <w:sz w:val="22"/>
          <w:szCs w:val="22"/>
        </w:rPr>
        <w:t xml:space="preserve">System dargestellt </w:t>
      </w:r>
      <w:r w:rsidRPr="00454169">
        <w:rPr>
          <w:rFonts w:ascii="Arial" w:hAnsi="Arial" w:cs="Arial"/>
          <w:bCs/>
          <w:sz w:val="22"/>
          <w:szCs w:val="22"/>
        </w:rPr>
        <w:t>werden. Darüber hinaus ist eine eingehende Analyse möglich</w:t>
      </w:r>
      <w:r w:rsidRPr="00454169">
        <w:rPr>
          <w:rFonts w:ascii="Arial" w:hAnsi="Arial" w:cs="Arial"/>
          <w:sz w:val="22"/>
          <w:szCs w:val="22"/>
        </w:rPr>
        <w:t>: von der einfachen Aggregation zur Erstellung von Berichten.</w:t>
      </w:r>
      <w:r w:rsidRPr="00372BA9">
        <w:rPr>
          <w:rFonts w:ascii="Arial" w:hAnsi="Arial" w:cs="Arial"/>
          <w:sz w:val="22"/>
          <w:szCs w:val="22"/>
        </w:rPr>
        <w:t xml:space="preserve"> </w:t>
      </w:r>
    </w:p>
    <w:p w14:paraId="2D243DCA" w14:textId="77777777" w:rsidR="00272E14" w:rsidRDefault="00272E14" w:rsidP="00272E14">
      <w:pPr>
        <w:autoSpaceDE w:val="0"/>
        <w:autoSpaceDN w:val="0"/>
        <w:adjustRightInd w:val="0"/>
        <w:spacing w:after="240" w:line="312" w:lineRule="auto"/>
        <w:ind w:right="3400"/>
        <w:rPr>
          <w:rFonts w:ascii="Arial" w:hAnsi="Arial" w:cs="Arial"/>
          <w:sz w:val="22"/>
          <w:szCs w:val="22"/>
        </w:rPr>
      </w:pPr>
      <w:r>
        <w:rPr>
          <w:rFonts w:ascii="Arial" w:hAnsi="Arial" w:cs="Arial"/>
          <w:sz w:val="22"/>
          <w:szCs w:val="22"/>
        </w:rPr>
        <w:t>„Durch ein hochintegriertes Datenmanagement lassen sich auf 3D-Abbildungen der Fabrik reale Produktionsdaten in nahezu Echtzeit visualisieren und auswerten. Damit entstehen ein besonderer Einblick in alle Betriebsabläufe und ein detailliertes Datenlagebild der Produktion, zum Beispiel zum frühzeitigen Erkennen von Problemen. Durch die Auswertungsmöglichkeiten ist die Basis für Fehleranalyse und Produktionsoptimierung geschaffen“, erklärt Dieter Meuser, CEO Digital Industrial Solutions bei German Edge Cloud.</w:t>
      </w:r>
    </w:p>
    <w:p w14:paraId="62634AEB" w14:textId="77777777" w:rsidR="00272E14" w:rsidRPr="00681C80" w:rsidRDefault="00272E14" w:rsidP="00272E14">
      <w:pPr>
        <w:autoSpaceDE w:val="0"/>
        <w:autoSpaceDN w:val="0"/>
        <w:adjustRightInd w:val="0"/>
        <w:spacing w:after="240" w:line="312" w:lineRule="auto"/>
        <w:ind w:right="3400"/>
        <w:rPr>
          <w:rFonts w:ascii="Arial" w:hAnsi="Arial" w:cs="Arial"/>
          <w:b/>
          <w:bCs/>
          <w:sz w:val="22"/>
          <w:szCs w:val="22"/>
        </w:rPr>
      </w:pPr>
      <w:r w:rsidRPr="00681C80">
        <w:rPr>
          <w:rFonts w:ascii="Arial" w:hAnsi="Arial" w:cs="Arial"/>
          <w:b/>
          <w:bCs/>
          <w:sz w:val="22"/>
          <w:szCs w:val="22"/>
        </w:rPr>
        <w:t xml:space="preserve">Höhere Wandlungsfähigkeit und </w:t>
      </w:r>
      <w:r>
        <w:rPr>
          <w:rFonts w:ascii="Arial" w:hAnsi="Arial" w:cs="Arial"/>
          <w:b/>
          <w:bCs/>
          <w:sz w:val="22"/>
          <w:szCs w:val="22"/>
        </w:rPr>
        <w:t>Prozess</w:t>
      </w:r>
      <w:r w:rsidRPr="00681C80">
        <w:rPr>
          <w:rFonts w:ascii="Arial" w:hAnsi="Arial" w:cs="Arial"/>
          <w:b/>
          <w:bCs/>
          <w:sz w:val="22"/>
          <w:szCs w:val="22"/>
        </w:rPr>
        <w:t>optimierung</w:t>
      </w:r>
    </w:p>
    <w:p w14:paraId="163DFFBA" w14:textId="77777777" w:rsidR="00272E14" w:rsidRDefault="00272E14" w:rsidP="00272E14">
      <w:pPr>
        <w:autoSpaceDE w:val="0"/>
        <w:autoSpaceDN w:val="0"/>
        <w:adjustRightInd w:val="0"/>
        <w:spacing w:after="240" w:line="312" w:lineRule="auto"/>
        <w:ind w:right="3400"/>
        <w:rPr>
          <w:rFonts w:ascii="Arial" w:hAnsi="Arial" w:cs="Arial"/>
          <w:bCs/>
          <w:sz w:val="22"/>
          <w:szCs w:val="22"/>
        </w:rPr>
      </w:pPr>
      <w:r w:rsidRPr="000B1872">
        <w:rPr>
          <w:rFonts w:ascii="Arial" w:hAnsi="Arial" w:cs="Arial"/>
          <w:bCs/>
          <w:sz w:val="22"/>
          <w:szCs w:val="22"/>
        </w:rPr>
        <w:t>Die „Virtual Factory“ erlaubt d</w:t>
      </w:r>
      <w:r>
        <w:rPr>
          <w:rFonts w:ascii="Arial" w:hAnsi="Arial" w:cs="Arial"/>
          <w:bCs/>
          <w:sz w:val="22"/>
          <w:szCs w:val="22"/>
        </w:rPr>
        <w:t xml:space="preserve">ie schnelle, grafisch gestützte Modellierung der Fabrik, von der abstrahierten </w:t>
      </w:r>
      <w:r w:rsidRPr="00454169">
        <w:rPr>
          <w:rFonts w:ascii="Arial" w:hAnsi="Arial" w:cs="Arial"/>
          <w:bCs/>
          <w:sz w:val="22"/>
          <w:szCs w:val="22"/>
        </w:rPr>
        <w:t>Stammdatenhierarchie des Maschinenparks bis zum 3D-Modell der Anlagen. Die Bereiche der Fabrik können somit in nahezu Echtzeit transparent dargestellt werden und unterstützen somit die Steuerung der Fabrik durch Instandhalter, Maschinenbediener und Fertigungsplaner. Dies ist ein wichtiger Faktor in Zeiten, in denen eine hohe</w:t>
      </w:r>
      <w:r>
        <w:rPr>
          <w:rFonts w:ascii="Arial" w:hAnsi="Arial" w:cs="Arial"/>
          <w:bCs/>
          <w:sz w:val="22"/>
          <w:szCs w:val="22"/>
        </w:rPr>
        <w:t xml:space="preserve"> Agilität in Industriebetrieben erfolgsentscheidend ist. </w:t>
      </w:r>
    </w:p>
    <w:p w14:paraId="63883AB1" w14:textId="77777777" w:rsidR="00272E14" w:rsidRDefault="00272E14" w:rsidP="00272E14">
      <w:pPr>
        <w:autoSpaceDE w:val="0"/>
        <w:autoSpaceDN w:val="0"/>
        <w:adjustRightInd w:val="0"/>
        <w:spacing w:after="240" w:line="312" w:lineRule="auto"/>
        <w:ind w:right="3400"/>
        <w:rPr>
          <w:rFonts w:ascii="Arial" w:hAnsi="Arial" w:cs="Arial"/>
          <w:sz w:val="22"/>
          <w:szCs w:val="22"/>
        </w:rPr>
      </w:pPr>
      <w:r>
        <w:rPr>
          <w:rFonts w:ascii="Arial" w:hAnsi="Arial" w:cs="Arial"/>
          <w:sz w:val="22"/>
          <w:szCs w:val="22"/>
        </w:rPr>
        <w:t>„Die Kundenbedürfnisse und Marktbedingungen in vielen produzierenden Unternehmen ändern sich stetig. Produktions- und Intralogistikprozesse müssen schnell an neue Gegebenheiten angepasst werden“, erklärt Dieter Meuser und fährt fort: „Mit dem Service ‚Virtual Factory‘ können Betriebe sich wandlungsfähiger und flexibler aufstellen. Durch die Möglichkeit, die Fabrik in der digitalen Welt abzubilden, lassen sich potenzielle Engpässe oder Störfaktoren identifizieren. Oder Anwendende sind in der Lage, Auswirkungen veränderter Prozesse in nahezu Echtzeit in der Fabrik zu sehen. Das ermöglicht es, zügig und risikoarm Anpassungen vorzunehmen sowie die Produktionseffizienz und -flexibilität zu erhöhen.“</w:t>
      </w:r>
    </w:p>
    <w:p w14:paraId="4FAF7D84" w14:textId="785446E8" w:rsidR="00272E14" w:rsidRDefault="00272E14" w:rsidP="00272E14">
      <w:pPr>
        <w:autoSpaceDE w:val="0"/>
        <w:autoSpaceDN w:val="0"/>
        <w:adjustRightInd w:val="0"/>
        <w:spacing w:after="240" w:line="312" w:lineRule="auto"/>
        <w:ind w:right="3400"/>
        <w:rPr>
          <w:rFonts w:ascii="Arial" w:hAnsi="Arial" w:cs="Arial"/>
          <w:bCs/>
          <w:sz w:val="22"/>
          <w:szCs w:val="22"/>
        </w:rPr>
      </w:pPr>
      <w:r w:rsidRPr="00A26680">
        <w:rPr>
          <w:rFonts w:ascii="Arial" w:hAnsi="Arial" w:cs="Arial"/>
          <w:bCs/>
          <w:sz w:val="22"/>
          <w:szCs w:val="22"/>
        </w:rPr>
        <w:t>(</w:t>
      </w:r>
      <w:r>
        <w:rPr>
          <w:rFonts w:ascii="Arial" w:hAnsi="Arial" w:cs="Arial"/>
          <w:bCs/>
          <w:sz w:val="22"/>
          <w:szCs w:val="22"/>
        </w:rPr>
        <w:t>3.</w:t>
      </w:r>
      <w:r>
        <w:rPr>
          <w:rFonts w:ascii="Arial" w:hAnsi="Arial" w:cs="Arial"/>
          <w:bCs/>
          <w:sz w:val="22"/>
          <w:szCs w:val="22"/>
        </w:rPr>
        <w:t>236</w:t>
      </w:r>
      <w:r w:rsidRPr="00A26680">
        <w:rPr>
          <w:rFonts w:ascii="Arial" w:hAnsi="Arial" w:cs="Arial"/>
          <w:bCs/>
          <w:sz w:val="22"/>
          <w:szCs w:val="22"/>
        </w:rPr>
        <w:t xml:space="preserve"> Zeichen)</w:t>
      </w:r>
    </w:p>
    <w:p w14:paraId="72289E4B" w14:textId="77777777" w:rsidR="007506DA" w:rsidRDefault="007506DA">
      <w:pPr>
        <w:spacing w:after="240" w:line="312" w:lineRule="auto"/>
        <w:ind w:right="3493"/>
        <w:rPr>
          <w:rFonts w:ascii="Wingdings" w:hAnsi="Wingdings"/>
        </w:rPr>
      </w:pPr>
      <w:r>
        <w:rPr>
          <w:rFonts w:ascii="Wingdings" w:hAnsi="Wingdings"/>
        </w:rPr>
        <w:t></w:t>
      </w:r>
    </w:p>
    <w:p w14:paraId="1B4D8DB9" w14:textId="77777777" w:rsidR="007506DA" w:rsidRDefault="007506DA">
      <w:pPr>
        <w:pStyle w:val="PIAbspann"/>
        <w:rPr>
          <w:b/>
          <w:bCs/>
        </w:rPr>
      </w:pPr>
      <w:r>
        <w:rPr>
          <w:b/>
          <w:bCs/>
        </w:rPr>
        <w:t>Bildmaterial</w:t>
      </w:r>
    </w:p>
    <w:p w14:paraId="2F40F920" w14:textId="77777777" w:rsidR="00272E14" w:rsidRDefault="00272E14" w:rsidP="00272E14">
      <w:pPr>
        <w:pStyle w:val="PIAbspann"/>
        <w:ind w:right="3400"/>
      </w:pPr>
      <w:bookmarkStart w:id="1" w:name="_Hlk131684743"/>
      <w:r>
        <w:t>Bild 1 (</w:t>
      </w:r>
      <w:r w:rsidRPr="00647D62">
        <w:t>fri23204700</w:t>
      </w:r>
      <w:r>
        <w:t xml:space="preserve">.jpg): </w:t>
      </w:r>
      <w:bookmarkEnd w:id="1"/>
      <w:r w:rsidRPr="00E10E85">
        <w:t>Mit der 3-D-Visualisierung einer Fabrik lassen sich Produktionen ganzheitlich evaluieren und optimieren. Stichwort „Virtual Factory“. Möglich macht dies jetzt ein neuer Service der ONCITE Industrial Suite von German Edge Cloud.</w:t>
      </w:r>
    </w:p>
    <w:p w14:paraId="6AA20CAD" w14:textId="77777777" w:rsidR="00272E14" w:rsidRDefault="00272E14" w:rsidP="00272E14">
      <w:pPr>
        <w:pStyle w:val="PIAbspann"/>
        <w:spacing w:after="0"/>
        <w:ind w:right="3400"/>
      </w:pPr>
    </w:p>
    <w:p w14:paraId="65CD30B2" w14:textId="77777777" w:rsidR="00272E14" w:rsidRPr="009B184D" w:rsidRDefault="00272E14" w:rsidP="00272E14">
      <w:pPr>
        <w:pStyle w:val="PIAbspann"/>
        <w:ind w:right="3400"/>
        <w:rPr>
          <w:b/>
          <w:bCs/>
        </w:rPr>
      </w:pPr>
      <w:r w:rsidRPr="009B184D">
        <w:rPr>
          <w:b/>
          <w:bCs/>
        </w:rPr>
        <w:t xml:space="preserve">Über German Edge Cloud </w:t>
      </w:r>
    </w:p>
    <w:p w14:paraId="0BD2136E" w14:textId="77777777" w:rsidR="00272E14" w:rsidRDefault="00272E14" w:rsidP="00272E14">
      <w:pPr>
        <w:pStyle w:val="PIAbspann"/>
        <w:ind w:right="3400"/>
      </w:pPr>
      <w:r w:rsidRPr="00EB3D0D">
        <w:t>German Edge Cloud (GEC)</w:t>
      </w:r>
      <w:r>
        <w:t>, ein Unternehmen der Friedhelm Loh Group,</w:t>
      </w:r>
      <w:r w:rsidRPr="00EB3D0D">
        <w:t xml:space="preserve"> ist auf innovative Edge- und Cloud-Lösungen spezialisiert. Die Lösungen der GEC machen Daten in vernetzten Umgebungen schnell, einfach und sicher verfügbar, unterstützen die Prozessoptimierung etwa in der produzierenden Industrie und garantieren dem Kunden die volle Datensouveränität in der Anbindung an die Public oder Private Cloud. </w:t>
      </w:r>
    </w:p>
    <w:p w14:paraId="1540129E" w14:textId="77777777" w:rsidR="00272E14" w:rsidRDefault="00272E14" w:rsidP="00272E14">
      <w:pPr>
        <w:pStyle w:val="PIAbspann"/>
        <w:ind w:right="3400"/>
      </w:pPr>
      <w:r w:rsidRPr="00EB3D0D">
        <w:t>GEC ist Entwickler und Service-Integrator für schlüsselfertige Lösungen und bietet sowohl eigene als auch branchenspezifische Systeme.</w:t>
      </w:r>
      <w:r>
        <w:t xml:space="preserve"> </w:t>
      </w:r>
      <w:r w:rsidRPr="00EB3D0D">
        <w:t xml:space="preserve">Das Unternehmen setzt seine Lösungen </w:t>
      </w:r>
      <w:r>
        <w:t xml:space="preserve">u.a. </w:t>
      </w:r>
      <w:proofErr w:type="gramStart"/>
      <w:r w:rsidRPr="00EB3D0D">
        <w:t>im</w:t>
      </w:r>
      <w:r>
        <w:t xml:space="preserve"> </w:t>
      </w:r>
      <w:r w:rsidRPr="00EB3D0D">
        <w:t>Industrie</w:t>
      </w:r>
      <w:proofErr w:type="gramEnd"/>
      <w:r w:rsidRPr="00EB3D0D">
        <w:t xml:space="preserve"> 4.0-Werk des Schwesterunternehmens Rittal in Haiger ein.</w:t>
      </w:r>
      <w:r>
        <w:t xml:space="preserve"> </w:t>
      </w:r>
    </w:p>
    <w:p w14:paraId="5616FEF4" w14:textId="77777777" w:rsidR="00272E14" w:rsidRDefault="00272E14" w:rsidP="00272E14">
      <w:pPr>
        <w:pStyle w:val="PIAbspann"/>
        <w:ind w:right="3400"/>
      </w:pPr>
      <w:r>
        <w:t xml:space="preserve">GEC integriert und betreibt hybride private Edge-Cloud-Infrastrukturen von Infrastructure </w:t>
      </w:r>
      <w:proofErr w:type="spellStart"/>
      <w:r>
        <w:t>as</w:t>
      </w:r>
      <w:proofErr w:type="spellEnd"/>
      <w:r>
        <w:t xml:space="preserve"> a Service (IaaS) über </w:t>
      </w:r>
      <w:proofErr w:type="spellStart"/>
      <w:r>
        <w:t>Platform</w:t>
      </w:r>
      <w:proofErr w:type="spellEnd"/>
      <w:r>
        <w:t xml:space="preserve"> </w:t>
      </w:r>
      <w:proofErr w:type="spellStart"/>
      <w:r>
        <w:t>as</w:t>
      </w:r>
      <w:proofErr w:type="spellEnd"/>
      <w:r>
        <w:t xml:space="preserve"> a Service (PaaS) bis zu industrie-spezifischen Anwendungen im Software </w:t>
      </w:r>
      <w:proofErr w:type="spellStart"/>
      <w:r>
        <w:t>as</w:t>
      </w:r>
      <w:proofErr w:type="spellEnd"/>
      <w:r>
        <w:t xml:space="preserve"> a Service-Modell (SaaS). GEC ist Mitbegründer der Gaia-X </w:t>
      </w:r>
      <w:proofErr w:type="spellStart"/>
      <w:r>
        <w:t>Foundation</w:t>
      </w:r>
      <w:proofErr w:type="spellEnd"/>
      <w:r>
        <w:t xml:space="preserve"> und Mitglied von Catena-X.</w:t>
      </w:r>
    </w:p>
    <w:p w14:paraId="4B3FC263" w14:textId="77777777" w:rsidR="00272E14" w:rsidRDefault="00272E14" w:rsidP="00272E14">
      <w:pPr>
        <w:pStyle w:val="PIAbspann"/>
        <w:ind w:right="3400"/>
      </w:pPr>
      <w:r>
        <w:t xml:space="preserve">GEC </w:t>
      </w:r>
      <w:r w:rsidRPr="00FA2D10">
        <w:t xml:space="preserve">gehört zur inhabergeführten Friedhelm Loh Group. </w:t>
      </w:r>
      <w:r w:rsidRPr="001E111F">
        <w:t>Die Unternehmensgruppe beschäf</w:t>
      </w:r>
      <w:r>
        <w:t>tigt über 12.0</w:t>
      </w:r>
      <w:r w:rsidRPr="001E111F">
        <w:t>00 Mitar</w:t>
      </w:r>
      <w:r>
        <w:t xml:space="preserve">beiter und erzielte im Jahr 2022 einen Umsatz von 3 Milliarden Euro. </w:t>
      </w:r>
      <w:r w:rsidRPr="00117F2A">
        <w:t>202</w:t>
      </w:r>
      <w:r>
        <w:t>3</w:t>
      </w:r>
      <w:r w:rsidRPr="00117F2A">
        <w:t xml:space="preserve"> wurde Rittal</w:t>
      </w:r>
      <w:r>
        <w:t xml:space="preserve"> zum zweiten Mal in Folge</w:t>
      </w:r>
      <w:r w:rsidRPr="00117F2A">
        <w:t xml:space="preserve"> mit dem Top 100-Siegel als eines der innovativsten mittelständischen Unternehmen Deutschlands ausgezeichnet.</w:t>
      </w:r>
      <w:r>
        <w:br/>
      </w:r>
      <w:r>
        <w:br/>
      </w:r>
      <w:r w:rsidRPr="00EB3D0D">
        <w:rPr>
          <w:b/>
          <w:bCs/>
        </w:rPr>
        <w:t xml:space="preserve">Mehr Informationen: </w:t>
      </w:r>
      <w:hyperlink r:id="rId8" w:history="1">
        <w:r w:rsidRPr="008F0A2B">
          <w:rPr>
            <w:rStyle w:val="Hyperlink"/>
          </w:rPr>
          <w:t>www.gec.io</w:t>
        </w:r>
      </w:hyperlink>
      <w:r>
        <w:t xml:space="preserve"> und </w:t>
      </w:r>
      <w:hyperlink r:id="rId9" w:history="1">
        <w:r w:rsidRPr="00E943EA">
          <w:rPr>
            <w:rStyle w:val="Hyperlink"/>
          </w:rPr>
          <w:t>www.friedhelm-loh-group.com</w:t>
        </w:r>
      </w:hyperlink>
      <w:r>
        <w:t xml:space="preserve">  </w:t>
      </w:r>
    </w:p>
    <w:p w14:paraId="5D81B4BE" w14:textId="166EC647" w:rsidR="007506DA" w:rsidRDefault="007506DA">
      <w:pPr>
        <w:pStyle w:val="PIAbspann"/>
      </w:pPr>
      <w:r>
        <w:t>Abdruck honorarfrei. Bitte geben S</w:t>
      </w:r>
      <w:r w:rsidR="00E459FC">
        <w:t>ie als Quelle Rittal GmbH an.</w:t>
      </w:r>
    </w:p>
    <w:p w14:paraId="43EBF03E" w14:textId="77777777" w:rsidR="000D7858" w:rsidRDefault="000D7858">
      <w:pPr>
        <w:rPr>
          <w:rFonts w:ascii="Arial" w:hAnsi="Arial" w:cs="Arial"/>
          <w:b/>
          <w:sz w:val="18"/>
        </w:rPr>
      </w:pPr>
      <w:r>
        <w:rPr>
          <w:rFonts w:ascii="Arial" w:hAnsi="Arial" w:cs="Arial"/>
          <w:b/>
          <w:sz w:val="18"/>
        </w:rPr>
        <w:br w:type="page"/>
      </w:r>
    </w:p>
    <w:p w14:paraId="18725BC8" w14:textId="5A45D43C" w:rsidR="003F1051" w:rsidRPr="0062212B" w:rsidRDefault="003F1051" w:rsidP="003F1051">
      <w:pPr>
        <w:spacing w:after="240" w:line="312" w:lineRule="auto"/>
        <w:ind w:right="3493"/>
        <w:rPr>
          <w:rFonts w:ascii="Arial" w:hAnsi="Arial" w:cs="Arial"/>
          <w:b/>
          <w:sz w:val="18"/>
        </w:rPr>
      </w:pPr>
      <w:r w:rsidRPr="0062212B">
        <w:rPr>
          <w:rFonts w:ascii="Arial" w:hAnsi="Arial" w:cs="Arial"/>
          <w:b/>
          <w:sz w:val="18"/>
        </w:rPr>
        <w:t>Über Rittal</w:t>
      </w:r>
    </w:p>
    <w:p w14:paraId="7637C6F8" w14:textId="77777777"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54D90497" w14:textId="77777777"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Zum breiten Leistungsspektrum des Weltmarktführers gehören konfigurierbare Schaltschränke, deren Daten im gesamten Produktionsprozess durchgängig verfügbar sind. Intelligente Rittal Kühllösungen mit bis zu 75 Prozent geringerem Energie</w:t>
      </w:r>
      <w:r w:rsidR="00BB72C3">
        <w:rPr>
          <w:rFonts w:ascii="Arial" w:hAnsi="Arial" w:cs="Arial"/>
          <w:sz w:val="18"/>
        </w:rPr>
        <w:t>verbrauch</w:t>
      </w:r>
      <w:r w:rsidRPr="001E111F">
        <w:rPr>
          <w:rFonts w:ascii="Arial" w:hAnsi="Arial" w:cs="Arial"/>
          <w:sz w:val="18"/>
        </w:rPr>
        <w:t xml:space="preserve"> und </w:t>
      </w:r>
      <w:r w:rsidR="00BB72C3">
        <w:rPr>
          <w:rFonts w:ascii="Arial" w:hAnsi="Arial" w:cs="Arial"/>
          <w:sz w:val="18"/>
        </w:rPr>
        <w:t xml:space="preserve">hohem </w:t>
      </w:r>
      <w:r w:rsidRPr="001E111F">
        <w:rPr>
          <w:rFonts w:ascii="Arial" w:hAnsi="Arial" w:cs="Arial"/>
          <w:sz w:val="18"/>
        </w:rPr>
        <w:t>CO2-</w:t>
      </w:r>
      <w:r w:rsidR="00BB72C3">
        <w:rPr>
          <w:rFonts w:ascii="Arial" w:hAnsi="Arial" w:cs="Arial"/>
          <w:sz w:val="18"/>
        </w:rPr>
        <w:t>Vorteil</w:t>
      </w:r>
      <w:r w:rsidRPr="001E111F">
        <w:rPr>
          <w:rFonts w:ascii="Arial" w:hAnsi="Arial" w:cs="Arial"/>
          <w:sz w:val="18"/>
        </w:rPr>
        <w:t xml:space="preserve"> können mit der Produktionslandschaft kommunizieren und ermöglichen vorausschauende Wartungs- und Servicekonzepte. Innovative IT-Lösungen vom IT-Rack über das modulare Rechenzentrum bis hin zu Edge und </w:t>
      </w:r>
      <w:proofErr w:type="spellStart"/>
      <w:r w:rsidRPr="001E111F">
        <w:rPr>
          <w:rFonts w:ascii="Arial" w:hAnsi="Arial" w:cs="Arial"/>
          <w:sz w:val="18"/>
        </w:rPr>
        <w:t>Hyperscale</w:t>
      </w:r>
      <w:proofErr w:type="spellEnd"/>
      <w:r w:rsidRPr="001E111F">
        <w:rPr>
          <w:rFonts w:ascii="Arial" w:hAnsi="Arial" w:cs="Arial"/>
          <w:sz w:val="18"/>
        </w:rPr>
        <w:t xml:space="preserve"> Computing Lösungen gehören zum Portfolio.</w:t>
      </w:r>
    </w:p>
    <w:p w14:paraId="2491EF4C" w14:textId="77777777"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 xml:space="preserve">Die führenden Softwareanbieter Eplan und </w:t>
      </w:r>
      <w:proofErr w:type="spellStart"/>
      <w:r w:rsidRPr="001E111F">
        <w:rPr>
          <w:rFonts w:ascii="Arial" w:hAnsi="Arial" w:cs="Arial"/>
          <w:sz w:val="18"/>
        </w:rPr>
        <w:t>Cideon</w:t>
      </w:r>
      <w:proofErr w:type="spellEnd"/>
      <w:r w:rsidRPr="001E111F">
        <w:rPr>
          <w:rFonts w:ascii="Arial" w:hAnsi="Arial" w:cs="Arial"/>
          <w:sz w:val="18"/>
        </w:rPr>
        <w:t xml:space="preserve">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0D95F34E" w14:textId="51E6D696" w:rsidR="00586BC4" w:rsidRPr="001E111F" w:rsidRDefault="00586BC4" w:rsidP="00586BC4">
      <w:pPr>
        <w:spacing w:after="240" w:line="312" w:lineRule="auto"/>
        <w:ind w:right="3493"/>
        <w:rPr>
          <w:rFonts w:ascii="Arial" w:hAnsi="Arial" w:cs="Arial"/>
          <w:sz w:val="18"/>
        </w:rPr>
      </w:pPr>
      <w:r w:rsidRPr="001E111F">
        <w:rPr>
          <w:rFonts w:ascii="Arial" w:hAnsi="Arial" w:cs="Arial"/>
          <w:sz w:val="18"/>
        </w:rPr>
        <w:t>Rittal wurde im Jahr 1961 gegründet und ist das größte Unternehmen der inhabergeführten Friedhelm Loh Group. Di</w:t>
      </w:r>
      <w:r w:rsidR="00E459FC">
        <w:rPr>
          <w:rFonts w:ascii="Arial" w:hAnsi="Arial" w:cs="Arial"/>
          <w:sz w:val="18"/>
        </w:rPr>
        <w:t>e Friedhelm Loh Group ist mit 12 Produktionsstätten und 9</w:t>
      </w:r>
      <w:r w:rsidR="005D025D">
        <w:rPr>
          <w:rFonts w:ascii="Arial" w:hAnsi="Arial" w:cs="Arial"/>
          <w:sz w:val="18"/>
        </w:rPr>
        <w:t>4</w:t>
      </w:r>
      <w:r w:rsidRPr="001E111F">
        <w:rPr>
          <w:rFonts w:ascii="Arial" w:hAnsi="Arial" w:cs="Arial"/>
          <w:sz w:val="18"/>
        </w:rPr>
        <w:t xml:space="preserve"> Tochtergesellschaften international erfolgreich. Die Unternehmensgruppe beschäf</w:t>
      </w:r>
      <w:r w:rsidR="00CD5263">
        <w:rPr>
          <w:rFonts w:ascii="Arial" w:hAnsi="Arial" w:cs="Arial"/>
          <w:sz w:val="18"/>
        </w:rPr>
        <w:t>tigt 1</w:t>
      </w:r>
      <w:r w:rsidR="005D025D">
        <w:rPr>
          <w:rFonts w:ascii="Arial" w:hAnsi="Arial" w:cs="Arial"/>
          <w:sz w:val="18"/>
        </w:rPr>
        <w:t>1</w:t>
      </w:r>
      <w:r w:rsidR="00CD5263">
        <w:rPr>
          <w:rFonts w:ascii="Arial" w:hAnsi="Arial" w:cs="Arial"/>
          <w:sz w:val="18"/>
        </w:rPr>
        <w:t>.</w:t>
      </w:r>
      <w:r w:rsidR="005D025D">
        <w:rPr>
          <w:rFonts w:ascii="Arial" w:hAnsi="Arial" w:cs="Arial"/>
          <w:sz w:val="18"/>
        </w:rPr>
        <w:t>6</w:t>
      </w:r>
      <w:r w:rsidRPr="001E111F">
        <w:rPr>
          <w:rFonts w:ascii="Arial" w:hAnsi="Arial" w:cs="Arial"/>
          <w:sz w:val="18"/>
        </w:rPr>
        <w:t>00 Mitar</w:t>
      </w:r>
      <w:r w:rsidR="00CD5263">
        <w:rPr>
          <w:rFonts w:ascii="Arial" w:hAnsi="Arial" w:cs="Arial"/>
          <w:sz w:val="18"/>
        </w:rPr>
        <w:t>beiter und erzielte im Jahr 20</w:t>
      </w:r>
      <w:r w:rsidR="00641620">
        <w:rPr>
          <w:rFonts w:ascii="Arial" w:hAnsi="Arial" w:cs="Arial"/>
          <w:sz w:val="18"/>
        </w:rPr>
        <w:t>19</w:t>
      </w:r>
      <w:r>
        <w:rPr>
          <w:rFonts w:ascii="Arial" w:hAnsi="Arial" w:cs="Arial"/>
          <w:sz w:val="18"/>
        </w:rPr>
        <w:t xml:space="preserve"> einen Umsatz von </w:t>
      </w:r>
      <w:r w:rsidR="00C2222E">
        <w:rPr>
          <w:rFonts w:ascii="Arial" w:hAnsi="Arial" w:cs="Arial"/>
          <w:sz w:val="18"/>
        </w:rPr>
        <w:t>2,</w:t>
      </w:r>
      <w:r w:rsidR="00641620">
        <w:rPr>
          <w:rFonts w:ascii="Arial" w:hAnsi="Arial" w:cs="Arial"/>
          <w:sz w:val="18"/>
        </w:rPr>
        <w:t>6</w:t>
      </w:r>
      <w:r w:rsidR="00C2222E">
        <w:rPr>
          <w:rFonts w:ascii="Arial" w:hAnsi="Arial" w:cs="Arial"/>
          <w:sz w:val="18"/>
        </w:rPr>
        <w:t xml:space="preserve"> Milliarden Euro. Zum </w:t>
      </w:r>
      <w:r w:rsidR="00580885">
        <w:rPr>
          <w:rFonts w:ascii="Arial" w:hAnsi="Arial" w:cs="Arial"/>
          <w:sz w:val="18"/>
        </w:rPr>
        <w:t>1</w:t>
      </w:r>
      <w:r w:rsidR="00D64289">
        <w:rPr>
          <w:rFonts w:ascii="Arial" w:hAnsi="Arial" w:cs="Arial"/>
          <w:sz w:val="18"/>
        </w:rPr>
        <w:t>4</w:t>
      </w:r>
      <w:r w:rsidR="00580885">
        <w:rPr>
          <w:rFonts w:ascii="Arial" w:hAnsi="Arial" w:cs="Arial"/>
          <w:sz w:val="18"/>
        </w:rPr>
        <w:t>.</w:t>
      </w:r>
      <w:r w:rsidRPr="001E111F">
        <w:rPr>
          <w:rFonts w:ascii="Arial" w:hAnsi="Arial" w:cs="Arial"/>
          <w:sz w:val="18"/>
        </w:rPr>
        <w:t xml:space="preserve"> Mal in Folge wurde das Familienunter</w:t>
      </w:r>
      <w:r w:rsidR="00C2222E">
        <w:rPr>
          <w:rFonts w:ascii="Arial" w:hAnsi="Arial" w:cs="Arial"/>
          <w:sz w:val="18"/>
        </w:rPr>
        <w:t>nehmen 202</w:t>
      </w:r>
      <w:r w:rsidR="00D64289">
        <w:rPr>
          <w:rFonts w:ascii="Arial" w:hAnsi="Arial" w:cs="Arial"/>
          <w:sz w:val="18"/>
        </w:rPr>
        <w:t>2</w:t>
      </w:r>
      <w:r w:rsidRPr="001E111F">
        <w:rPr>
          <w:rFonts w:ascii="Arial" w:hAnsi="Arial" w:cs="Arial"/>
          <w:sz w:val="18"/>
        </w:rPr>
        <w:t xml:space="preserve"> als Top Arbeitgeber Deutschland ausgezeichnet. In einer bundesweiten Studie stellten die Zeitschrift Focus Money und die Stiftung Deutschland Test fest, d</w:t>
      </w:r>
      <w:r w:rsidR="00CD5263">
        <w:rPr>
          <w:rFonts w:ascii="Arial" w:hAnsi="Arial" w:cs="Arial"/>
          <w:sz w:val="18"/>
        </w:rPr>
        <w:t>ass die Friedhelm Loh Group 202</w:t>
      </w:r>
      <w:r w:rsidR="00580885">
        <w:rPr>
          <w:rFonts w:ascii="Arial" w:hAnsi="Arial" w:cs="Arial"/>
          <w:sz w:val="18"/>
        </w:rPr>
        <w:t>1</w:t>
      </w:r>
      <w:r w:rsidR="00CD5263">
        <w:rPr>
          <w:rFonts w:ascii="Arial" w:hAnsi="Arial" w:cs="Arial"/>
          <w:sz w:val="18"/>
        </w:rPr>
        <w:t xml:space="preserve"> bereits zum fünften</w:t>
      </w:r>
      <w:r w:rsidRPr="001E111F">
        <w:rPr>
          <w:rFonts w:ascii="Arial" w:hAnsi="Arial" w:cs="Arial"/>
          <w:sz w:val="18"/>
        </w:rPr>
        <w:t xml:space="preserve"> Mal</w:t>
      </w:r>
      <w:r>
        <w:rPr>
          <w:rFonts w:ascii="Arial" w:hAnsi="Arial" w:cs="Arial"/>
          <w:sz w:val="18"/>
        </w:rPr>
        <w:t xml:space="preserve"> in Folge</w:t>
      </w:r>
      <w:r w:rsidRPr="001E111F">
        <w:rPr>
          <w:rFonts w:ascii="Arial" w:hAnsi="Arial" w:cs="Arial"/>
          <w:sz w:val="18"/>
        </w:rPr>
        <w:t xml:space="preserve"> zu den bundesweit besten Ausbildungsbetrieben gehört.</w:t>
      </w:r>
      <w:r w:rsidR="00D64289">
        <w:rPr>
          <w:rFonts w:ascii="Arial" w:hAnsi="Arial" w:cs="Arial"/>
          <w:sz w:val="18"/>
        </w:rPr>
        <w:t xml:space="preserve"> </w:t>
      </w:r>
      <w:r w:rsidR="00D64289" w:rsidRPr="00D64289">
        <w:rPr>
          <w:rFonts w:ascii="Arial" w:hAnsi="Arial" w:cs="Arial"/>
          <w:sz w:val="18"/>
        </w:rPr>
        <w:t>2022 wurde Rittal mit dem Top 100-Siegel als eines der innovativsten mittelständischen Unternehmen Deutschlands ausgezeichnet.</w:t>
      </w:r>
    </w:p>
    <w:p w14:paraId="433AF29C" w14:textId="77777777" w:rsidR="009624D7" w:rsidRPr="00781EBB" w:rsidRDefault="009624D7" w:rsidP="009624D7">
      <w:pPr>
        <w:spacing w:after="240" w:line="312" w:lineRule="auto"/>
        <w:ind w:right="3493"/>
        <w:rPr>
          <w:rFonts w:ascii="Arial" w:hAnsi="Arial" w:cs="Arial"/>
          <w:sz w:val="18"/>
        </w:rPr>
      </w:pPr>
      <w:r w:rsidRPr="00781EBB">
        <w:rPr>
          <w:rFonts w:ascii="Arial" w:hAnsi="Arial" w:cs="Arial"/>
          <w:sz w:val="18"/>
        </w:rPr>
        <w:t>Weitere Informationen unter www.rittal.at und www.friedhelm-loh-group.com.</w:t>
      </w:r>
    </w:p>
    <w:p w14:paraId="3E9A76B3" w14:textId="4D6C4A52" w:rsidR="007506DA" w:rsidRDefault="009624D7" w:rsidP="000D7858">
      <w:pPr>
        <w:spacing w:after="240" w:line="312" w:lineRule="auto"/>
        <w:ind w:right="3493"/>
      </w:pPr>
      <w:r w:rsidRPr="00781EBB">
        <w:rPr>
          <w:rFonts w:ascii="Arial" w:hAnsi="Arial" w:cs="Arial"/>
          <w:sz w:val="18"/>
        </w:rPr>
        <w:t>Im März 1974 wird die Tochtergesellschaft Rittal Österreich gegründet und umfasst heute vier Niederlassungen: Wien und Linz als Vertriebs- und Logistik-Center bzw. Graz und Lustenau als reine Vertriebs-Center. Derzeit werden rund 105 Mitarbeiter an diesen Standorten beschäftigt, die Zentrale ist in Wien.</w:t>
      </w:r>
    </w:p>
    <w:sectPr w:rsidR="007506DA" w:rsidSect="001E4CB8">
      <w:headerReference w:type="default" r:id="rId10"/>
      <w:footerReference w:type="default" r:id="rId11"/>
      <w:headerReference w:type="first" r:id="rId12"/>
      <w:footerReference w:type="first" r:id="rId13"/>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0C27E" w14:textId="77777777" w:rsidR="00103218" w:rsidRDefault="00103218">
      <w:r>
        <w:separator/>
      </w:r>
    </w:p>
  </w:endnote>
  <w:endnote w:type="continuationSeparator" w:id="0">
    <w:p w14:paraId="6B9D3A77" w14:textId="77777777" w:rsidR="00103218" w:rsidRDefault="00103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1786D0DD"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1B5D84">
      <w:rPr>
        <w:rStyle w:val="Seitenzahl"/>
        <w:rFonts w:ascii="Arial" w:hAnsi="Arial" w:cs="Arial"/>
        <w:noProof/>
        <w:sz w:val="22"/>
        <w:szCs w:val="22"/>
      </w:rPr>
      <w:t>2</w:t>
    </w:r>
    <w:r w:rsidRPr="008C6F46">
      <w:rPr>
        <w:rStyle w:val="Seitenzahl"/>
        <w:rFonts w:ascii="Arial" w:hAnsi="Arial" w:cs="Arial"/>
        <w:sz w:val="22"/>
        <w:szCs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1D1CC" w14:textId="77777777" w:rsidR="00103218" w:rsidRDefault="00103218">
      <w:r>
        <w:separator/>
      </w:r>
    </w:p>
  </w:footnote>
  <w:footnote w:type="continuationSeparator" w:id="0">
    <w:p w14:paraId="05AEDD1F" w14:textId="77777777" w:rsidR="00103218" w:rsidRDefault="001032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C9113BF" w14:textId="6DC13157" w:rsidR="00C80AB6" w:rsidRPr="00BB72C3" w:rsidRDefault="00C80AB6">
    <w:pPr>
      <w:pStyle w:val="Kopfzeile"/>
      <w:rPr>
        <w:lang w:val="en-US"/>
      </w:rPr>
    </w:pPr>
    <w:r>
      <w:rPr>
        <w:rFonts w:ascii="Arial" w:hAnsi="Arial" w:cs="Arial"/>
        <w:sz w:val="22"/>
        <w:lang w:val="en-GB"/>
      </w:rPr>
      <w:t>Rittal GmbH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7777777" w:rsidR="00C80AB6" w:rsidRDefault="00FE5319">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F82986D" w14:textId="08C03C32" w:rsidR="00C80AB6" w:rsidRDefault="00A96E1C">
                          <w:pPr>
                            <w:ind w:right="-30"/>
                          </w:pPr>
                          <w:r>
                            <w:rPr>
                              <w:noProof/>
                            </w:rPr>
                            <w:drawing>
                              <wp:inline distT="0" distB="0" distL="0" distR="0" wp14:anchorId="51D20189" wp14:editId="0091C787">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08C03C32" w:rsidR="00C80AB6" w:rsidRDefault="00A96E1C">
                    <w:pPr>
                      <w:ind w:right="-30"/>
                    </w:pPr>
                    <w:r>
                      <w:rPr>
                        <w:noProof/>
                      </w:rPr>
                      <w:drawing>
                        <wp:inline distT="0" distB="0" distL="0" distR="0" wp14:anchorId="51D20189" wp14:editId="0091C787">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v:textbox>
            </v:shape>
          </w:pict>
        </mc:Fallback>
      </mc:AlternateContent>
    </w:r>
    <w:r w:rsidR="00C80AB6">
      <w:rPr>
        <w:rFonts w:ascii="Arial" w:hAnsi="Arial" w:cs="Arial"/>
        <w:b/>
        <w:bCs/>
        <w:i/>
        <w:iCs/>
        <w:spacing w:val="40"/>
        <w:sz w:val="32"/>
        <w:lang w:val="en-GB"/>
      </w:rPr>
      <w:t>Presse-Information</w:t>
    </w:r>
  </w:p>
  <w:p w14:paraId="5461F5E1" w14:textId="4397A3EB" w:rsidR="00C80AB6" w:rsidRPr="00BB72C3" w:rsidRDefault="00C80AB6">
    <w:pPr>
      <w:pStyle w:val="Kopfzeile"/>
      <w:rPr>
        <w:lang w:val="en-US"/>
      </w:rPr>
    </w:pPr>
    <w:r>
      <w:rPr>
        <w:rFonts w:ascii="Arial" w:hAnsi="Arial" w:cs="Arial"/>
        <w:sz w:val="22"/>
        <w:lang w:val="en-GB"/>
      </w:rPr>
      <w:t>Rittal GmbH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85"/>
    <w:rsid w:val="0000694B"/>
    <w:rsid w:val="00027F0D"/>
    <w:rsid w:val="00032D40"/>
    <w:rsid w:val="00033D01"/>
    <w:rsid w:val="00045C62"/>
    <w:rsid w:val="00072A6F"/>
    <w:rsid w:val="0007785E"/>
    <w:rsid w:val="00081484"/>
    <w:rsid w:val="00086583"/>
    <w:rsid w:val="000916F0"/>
    <w:rsid w:val="00095228"/>
    <w:rsid w:val="000C564A"/>
    <w:rsid w:val="000C56E8"/>
    <w:rsid w:val="000C7E8C"/>
    <w:rsid w:val="000D6B0B"/>
    <w:rsid w:val="000D7858"/>
    <w:rsid w:val="000E7542"/>
    <w:rsid w:val="00103218"/>
    <w:rsid w:val="00112664"/>
    <w:rsid w:val="0012402C"/>
    <w:rsid w:val="00126B25"/>
    <w:rsid w:val="00126E22"/>
    <w:rsid w:val="00160172"/>
    <w:rsid w:val="00173EAE"/>
    <w:rsid w:val="0017402A"/>
    <w:rsid w:val="00180B6C"/>
    <w:rsid w:val="00181B67"/>
    <w:rsid w:val="001A6E49"/>
    <w:rsid w:val="001B1580"/>
    <w:rsid w:val="001B1C20"/>
    <w:rsid w:val="001B5D84"/>
    <w:rsid w:val="001D0481"/>
    <w:rsid w:val="001D0ED4"/>
    <w:rsid w:val="001D40A8"/>
    <w:rsid w:val="001E4CB8"/>
    <w:rsid w:val="00206F7C"/>
    <w:rsid w:val="00210710"/>
    <w:rsid w:val="00213A4C"/>
    <w:rsid w:val="0022587B"/>
    <w:rsid w:val="00225D51"/>
    <w:rsid w:val="0023681C"/>
    <w:rsid w:val="002634EC"/>
    <w:rsid w:val="00272E14"/>
    <w:rsid w:val="00273874"/>
    <w:rsid w:val="00276482"/>
    <w:rsid w:val="0028741B"/>
    <w:rsid w:val="002915B2"/>
    <w:rsid w:val="00297A9D"/>
    <w:rsid w:val="002A7F6E"/>
    <w:rsid w:val="002C3502"/>
    <w:rsid w:val="002C6A1E"/>
    <w:rsid w:val="002D59E8"/>
    <w:rsid w:val="002E013D"/>
    <w:rsid w:val="002E6C82"/>
    <w:rsid w:val="002F1FA1"/>
    <w:rsid w:val="002F2C04"/>
    <w:rsid w:val="002F4640"/>
    <w:rsid w:val="0031365F"/>
    <w:rsid w:val="00314CB0"/>
    <w:rsid w:val="00320C48"/>
    <w:rsid w:val="00333311"/>
    <w:rsid w:val="0033362F"/>
    <w:rsid w:val="00341A80"/>
    <w:rsid w:val="00352379"/>
    <w:rsid w:val="00361372"/>
    <w:rsid w:val="00362355"/>
    <w:rsid w:val="003750B0"/>
    <w:rsid w:val="00381480"/>
    <w:rsid w:val="003829A6"/>
    <w:rsid w:val="003A6C2E"/>
    <w:rsid w:val="003C0133"/>
    <w:rsid w:val="003C7AB0"/>
    <w:rsid w:val="003E2D8B"/>
    <w:rsid w:val="003E3801"/>
    <w:rsid w:val="003F1051"/>
    <w:rsid w:val="003F1873"/>
    <w:rsid w:val="003F7BE0"/>
    <w:rsid w:val="00430A98"/>
    <w:rsid w:val="00440CEA"/>
    <w:rsid w:val="00442A17"/>
    <w:rsid w:val="00447D93"/>
    <w:rsid w:val="00472B24"/>
    <w:rsid w:val="00482BD2"/>
    <w:rsid w:val="00483129"/>
    <w:rsid w:val="00495A5D"/>
    <w:rsid w:val="004A10CD"/>
    <w:rsid w:val="004C191E"/>
    <w:rsid w:val="004F3586"/>
    <w:rsid w:val="00507EC1"/>
    <w:rsid w:val="005127D4"/>
    <w:rsid w:val="005154E5"/>
    <w:rsid w:val="00516D62"/>
    <w:rsid w:val="005339AB"/>
    <w:rsid w:val="00533C18"/>
    <w:rsid w:val="00562E97"/>
    <w:rsid w:val="00577F01"/>
    <w:rsid w:val="00580885"/>
    <w:rsid w:val="00586BC4"/>
    <w:rsid w:val="0059483A"/>
    <w:rsid w:val="00594871"/>
    <w:rsid w:val="005951C7"/>
    <w:rsid w:val="005A6137"/>
    <w:rsid w:val="005B4001"/>
    <w:rsid w:val="005B7A0C"/>
    <w:rsid w:val="005D025D"/>
    <w:rsid w:val="005D1FC5"/>
    <w:rsid w:val="005D2890"/>
    <w:rsid w:val="005E175B"/>
    <w:rsid w:val="005E1EEF"/>
    <w:rsid w:val="005F4883"/>
    <w:rsid w:val="00614F2B"/>
    <w:rsid w:val="00641620"/>
    <w:rsid w:val="006430D8"/>
    <w:rsid w:val="00644EC4"/>
    <w:rsid w:val="00664AEF"/>
    <w:rsid w:val="006660DF"/>
    <w:rsid w:val="00671B8D"/>
    <w:rsid w:val="00676331"/>
    <w:rsid w:val="00676503"/>
    <w:rsid w:val="00676BD6"/>
    <w:rsid w:val="006872CF"/>
    <w:rsid w:val="00687414"/>
    <w:rsid w:val="00687FF3"/>
    <w:rsid w:val="00694001"/>
    <w:rsid w:val="006A1FBE"/>
    <w:rsid w:val="006B38AF"/>
    <w:rsid w:val="006B5069"/>
    <w:rsid w:val="006B6E69"/>
    <w:rsid w:val="006C0596"/>
    <w:rsid w:val="006D1F4A"/>
    <w:rsid w:val="006F1A6D"/>
    <w:rsid w:val="007016D8"/>
    <w:rsid w:val="007050C5"/>
    <w:rsid w:val="00714802"/>
    <w:rsid w:val="007158F6"/>
    <w:rsid w:val="0071658F"/>
    <w:rsid w:val="00720C22"/>
    <w:rsid w:val="007278BB"/>
    <w:rsid w:val="00731A0A"/>
    <w:rsid w:val="007364DB"/>
    <w:rsid w:val="007443E8"/>
    <w:rsid w:val="007506DA"/>
    <w:rsid w:val="00767E26"/>
    <w:rsid w:val="007716C4"/>
    <w:rsid w:val="0079080C"/>
    <w:rsid w:val="0079404E"/>
    <w:rsid w:val="00797CF9"/>
    <w:rsid w:val="007A068E"/>
    <w:rsid w:val="007A7BD2"/>
    <w:rsid w:val="007C3130"/>
    <w:rsid w:val="007C5AC0"/>
    <w:rsid w:val="007D3851"/>
    <w:rsid w:val="007D70D8"/>
    <w:rsid w:val="007E0A01"/>
    <w:rsid w:val="008045DB"/>
    <w:rsid w:val="0085540B"/>
    <w:rsid w:val="008652D5"/>
    <w:rsid w:val="008701AB"/>
    <w:rsid w:val="0087415E"/>
    <w:rsid w:val="0089618E"/>
    <w:rsid w:val="008A2DFD"/>
    <w:rsid w:val="008A6838"/>
    <w:rsid w:val="008B5584"/>
    <w:rsid w:val="008B65BA"/>
    <w:rsid w:val="008C223F"/>
    <w:rsid w:val="008D27F7"/>
    <w:rsid w:val="008E02B9"/>
    <w:rsid w:val="008F4CE8"/>
    <w:rsid w:val="008F5FD0"/>
    <w:rsid w:val="008F6099"/>
    <w:rsid w:val="008F633B"/>
    <w:rsid w:val="009045C7"/>
    <w:rsid w:val="00907A0D"/>
    <w:rsid w:val="0092267E"/>
    <w:rsid w:val="009266A3"/>
    <w:rsid w:val="00931C3A"/>
    <w:rsid w:val="0094788D"/>
    <w:rsid w:val="00960375"/>
    <w:rsid w:val="009624D7"/>
    <w:rsid w:val="009660E0"/>
    <w:rsid w:val="009742F0"/>
    <w:rsid w:val="00991C11"/>
    <w:rsid w:val="00997121"/>
    <w:rsid w:val="009B55F2"/>
    <w:rsid w:val="009C0D96"/>
    <w:rsid w:val="009C67DC"/>
    <w:rsid w:val="009E5EA0"/>
    <w:rsid w:val="009F447F"/>
    <w:rsid w:val="009F7E92"/>
    <w:rsid w:val="00A30153"/>
    <w:rsid w:val="00A3486A"/>
    <w:rsid w:val="00A47E07"/>
    <w:rsid w:val="00A70D65"/>
    <w:rsid w:val="00A76EDD"/>
    <w:rsid w:val="00A914BA"/>
    <w:rsid w:val="00A96E1C"/>
    <w:rsid w:val="00AA228D"/>
    <w:rsid w:val="00AA31E1"/>
    <w:rsid w:val="00AA6D8C"/>
    <w:rsid w:val="00AD3852"/>
    <w:rsid w:val="00AD6870"/>
    <w:rsid w:val="00B03AF6"/>
    <w:rsid w:val="00B238D5"/>
    <w:rsid w:val="00B3577C"/>
    <w:rsid w:val="00B515CB"/>
    <w:rsid w:val="00B70409"/>
    <w:rsid w:val="00B74D1F"/>
    <w:rsid w:val="00BB04A5"/>
    <w:rsid w:val="00BB3198"/>
    <w:rsid w:val="00BB72C3"/>
    <w:rsid w:val="00BC1E0F"/>
    <w:rsid w:val="00BC3368"/>
    <w:rsid w:val="00BD60FE"/>
    <w:rsid w:val="00BE2B7D"/>
    <w:rsid w:val="00C123DB"/>
    <w:rsid w:val="00C2222E"/>
    <w:rsid w:val="00C3738F"/>
    <w:rsid w:val="00C41087"/>
    <w:rsid w:val="00C572FB"/>
    <w:rsid w:val="00C70E86"/>
    <w:rsid w:val="00C7207E"/>
    <w:rsid w:val="00C74089"/>
    <w:rsid w:val="00C80AB6"/>
    <w:rsid w:val="00C84537"/>
    <w:rsid w:val="00C84E51"/>
    <w:rsid w:val="00C86A94"/>
    <w:rsid w:val="00C86F1E"/>
    <w:rsid w:val="00C92371"/>
    <w:rsid w:val="00C95DFD"/>
    <w:rsid w:val="00CB3389"/>
    <w:rsid w:val="00CD25D2"/>
    <w:rsid w:val="00CD5263"/>
    <w:rsid w:val="00CF25E7"/>
    <w:rsid w:val="00D04CBB"/>
    <w:rsid w:val="00D05CA2"/>
    <w:rsid w:val="00D2692B"/>
    <w:rsid w:val="00D32A89"/>
    <w:rsid w:val="00D34513"/>
    <w:rsid w:val="00D45C93"/>
    <w:rsid w:val="00D64289"/>
    <w:rsid w:val="00D768E2"/>
    <w:rsid w:val="00D7718D"/>
    <w:rsid w:val="00D862EB"/>
    <w:rsid w:val="00DA32D8"/>
    <w:rsid w:val="00DC691F"/>
    <w:rsid w:val="00DD4B20"/>
    <w:rsid w:val="00DD6819"/>
    <w:rsid w:val="00DE3D80"/>
    <w:rsid w:val="00E0003C"/>
    <w:rsid w:val="00E005E5"/>
    <w:rsid w:val="00E12E29"/>
    <w:rsid w:val="00E32BDB"/>
    <w:rsid w:val="00E3488B"/>
    <w:rsid w:val="00E35E15"/>
    <w:rsid w:val="00E4239E"/>
    <w:rsid w:val="00E459FC"/>
    <w:rsid w:val="00E83201"/>
    <w:rsid w:val="00E96954"/>
    <w:rsid w:val="00EB54C3"/>
    <w:rsid w:val="00ED030C"/>
    <w:rsid w:val="00ED2578"/>
    <w:rsid w:val="00ED4527"/>
    <w:rsid w:val="00ED7AD0"/>
    <w:rsid w:val="00EE4B70"/>
    <w:rsid w:val="00EF73B6"/>
    <w:rsid w:val="00F00C06"/>
    <w:rsid w:val="00F00E1D"/>
    <w:rsid w:val="00F01193"/>
    <w:rsid w:val="00F07C4D"/>
    <w:rsid w:val="00F07F29"/>
    <w:rsid w:val="00F1507E"/>
    <w:rsid w:val="00F1570B"/>
    <w:rsid w:val="00F17A8E"/>
    <w:rsid w:val="00F43D44"/>
    <w:rsid w:val="00F44B40"/>
    <w:rsid w:val="00F60954"/>
    <w:rsid w:val="00F67457"/>
    <w:rsid w:val="00F7545A"/>
    <w:rsid w:val="00F75CC2"/>
    <w:rsid w:val="00F947AA"/>
    <w:rsid w:val="00F97BCF"/>
    <w:rsid w:val="00FA3C5C"/>
    <w:rsid w:val="00FB3AD2"/>
    <w:rsid w:val="00FC7403"/>
    <w:rsid w:val="00FE2B83"/>
    <w:rsid w:val="00FE3646"/>
    <w:rsid w:val="00FE5319"/>
    <w:rsid w:val="00FE72E8"/>
    <w:rsid w:val="00FF3CCA"/>
    <w:rsid w:val="00FF770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1BFA3444"/>
  <w15:docId w15:val="{529D384F-717E-4DD3-8D12-F6165608C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paragraph" w:styleId="berarbeitung">
    <w:name w:val="Revision"/>
    <w:hidden/>
    <w:uiPriority w:val="99"/>
    <w:semiHidden/>
    <w:rsid w:val="00045C62"/>
    <w:rPr>
      <w:sz w:val="24"/>
      <w:szCs w:val="24"/>
    </w:rPr>
  </w:style>
  <w:style w:type="character" w:styleId="Kommentarzeichen">
    <w:name w:val="annotation reference"/>
    <w:basedOn w:val="Absatz-Standardschriftart"/>
    <w:semiHidden/>
    <w:unhideWhenUsed/>
    <w:rsid w:val="00DD4B20"/>
    <w:rPr>
      <w:sz w:val="16"/>
      <w:szCs w:val="16"/>
    </w:rPr>
  </w:style>
  <w:style w:type="paragraph" w:styleId="Kommentartext">
    <w:name w:val="annotation text"/>
    <w:basedOn w:val="Standard"/>
    <w:link w:val="KommentartextZchn"/>
    <w:semiHidden/>
    <w:unhideWhenUsed/>
    <w:rsid w:val="00DD4B20"/>
    <w:rPr>
      <w:sz w:val="20"/>
      <w:szCs w:val="20"/>
    </w:rPr>
  </w:style>
  <w:style w:type="character" w:customStyle="1" w:styleId="KommentartextZchn">
    <w:name w:val="Kommentartext Zchn"/>
    <w:basedOn w:val="Absatz-Standardschriftart"/>
    <w:link w:val="Kommentartext"/>
    <w:semiHidden/>
    <w:rsid w:val="00DD4B20"/>
  </w:style>
  <w:style w:type="paragraph" w:styleId="Kommentarthema">
    <w:name w:val="annotation subject"/>
    <w:basedOn w:val="Kommentartext"/>
    <w:next w:val="Kommentartext"/>
    <w:link w:val="KommentarthemaZchn"/>
    <w:semiHidden/>
    <w:unhideWhenUsed/>
    <w:rsid w:val="00DD4B20"/>
    <w:rPr>
      <w:b/>
      <w:bCs/>
    </w:rPr>
  </w:style>
  <w:style w:type="character" w:customStyle="1" w:styleId="KommentarthemaZchn">
    <w:name w:val="Kommentarthema Zchn"/>
    <w:basedOn w:val="KommentartextZchn"/>
    <w:link w:val="Kommentarthema"/>
    <w:semiHidden/>
    <w:rsid w:val="00DD4B20"/>
    <w:rPr>
      <w:b/>
      <w:bCs/>
    </w:rPr>
  </w:style>
  <w:style w:type="character" w:customStyle="1" w:styleId="NichtaufgelsteErwhnung1">
    <w:name w:val="Nicht aufgelöste Erwähnung1"/>
    <w:basedOn w:val="Absatz-Standardschriftart"/>
    <w:uiPriority w:val="99"/>
    <w:semiHidden/>
    <w:unhideWhenUsed/>
    <w:rsid w:val="006B6E69"/>
    <w:rPr>
      <w:color w:val="605E5C"/>
      <w:shd w:val="clear" w:color="auto" w:fill="E1DFDD"/>
    </w:rPr>
  </w:style>
  <w:style w:type="character" w:styleId="NichtaufgelsteErwhnung">
    <w:name w:val="Unresolved Mention"/>
    <w:basedOn w:val="Absatz-Standardschriftart"/>
    <w:uiPriority w:val="99"/>
    <w:semiHidden/>
    <w:unhideWhenUsed/>
    <w:rsid w:val="005948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667723">
      <w:bodyDiv w:val="1"/>
      <w:marLeft w:val="0"/>
      <w:marRight w:val="0"/>
      <w:marTop w:val="0"/>
      <w:marBottom w:val="0"/>
      <w:divBdr>
        <w:top w:val="none" w:sz="0" w:space="0" w:color="auto"/>
        <w:left w:val="none" w:sz="0" w:space="0" w:color="auto"/>
        <w:bottom w:val="none" w:sz="0" w:space="0" w:color="auto"/>
        <w:right w:val="none" w:sz="0" w:space="0" w:color="auto"/>
      </w:divBdr>
    </w:div>
    <w:div w:id="850951356">
      <w:bodyDiv w:val="1"/>
      <w:marLeft w:val="0"/>
      <w:marRight w:val="0"/>
      <w:marTop w:val="0"/>
      <w:marBottom w:val="0"/>
      <w:divBdr>
        <w:top w:val="none" w:sz="0" w:space="0" w:color="auto"/>
        <w:left w:val="none" w:sz="0" w:space="0" w:color="auto"/>
        <w:bottom w:val="none" w:sz="0" w:space="0" w:color="auto"/>
        <w:right w:val="none" w:sz="0" w:space="0" w:color="auto"/>
      </w:divBdr>
    </w:div>
    <w:div w:id="1470591556">
      <w:bodyDiv w:val="1"/>
      <w:marLeft w:val="0"/>
      <w:marRight w:val="0"/>
      <w:marTop w:val="0"/>
      <w:marBottom w:val="0"/>
      <w:divBdr>
        <w:top w:val="none" w:sz="0" w:space="0" w:color="auto"/>
        <w:left w:val="none" w:sz="0" w:space="0" w:color="auto"/>
        <w:bottom w:val="none" w:sz="0" w:space="0" w:color="auto"/>
        <w:right w:val="none" w:sz="0" w:space="0" w:color="auto"/>
      </w:divBdr>
    </w:div>
    <w:div w:id="1576276959">
      <w:bodyDiv w:val="1"/>
      <w:marLeft w:val="0"/>
      <w:marRight w:val="0"/>
      <w:marTop w:val="0"/>
      <w:marBottom w:val="0"/>
      <w:divBdr>
        <w:top w:val="none" w:sz="0" w:space="0" w:color="auto"/>
        <w:left w:val="none" w:sz="0" w:space="0" w:color="auto"/>
        <w:bottom w:val="none" w:sz="0" w:space="0" w:color="auto"/>
        <w:right w:val="none" w:sz="0" w:space="0" w:color="auto"/>
      </w:divBdr>
    </w:div>
    <w:div w:id="202671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c.io"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mailto:hrzina.a@rittal.at"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rzina.a@rittal.at"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friedhelm-loh-group.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938</Words>
  <Characters>6519</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Hannah Kathrine Weber</dc:creator>
  <cp:lastModifiedBy>Ute Kluge</cp:lastModifiedBy>
  <cp:revision>2</cp:revision>
  <cp:lastPrinted>2022-08-24T08:12:00Z</cp:lastPrinted>
  <dcterms:created xsi:type="dcterms:W3CDTF">2023-05-16T15:07:00Z</dcterms:created>
  <dcterms:modified xsi:type="dcterms:W3CDTF">2023-05-16T15:07:00Z</dcterms:modified>
</cp:coreProperties>
</file>